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  <w:bookmarkStart w:id="0" w:name="_GoBack"/>
            <w:bookmarkEnd w:id="0"/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0B2528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B2EBDDDA0424701AE12E33EDFD7E272">
    <w:name w:val="BB2EBDDDA0424701AE12E33EDFD7E272"/>
  </w:style>
  <w:style w:type="paragraph" w:customStyle="1" w:styleId="7E188736EE9446359DB7740819B04B8F">
    <w:name w:val="7E188736EE9446359DB7740819B04B8F"/>
  </w:style>
  <w:style w:type="paragraph" w:customStyle="1" w:styleId="5B50ADC2823E405DBB044378BA814737">
    <w:name w:val="5B50ADC2823E405DBB044378BA814737"/>
  </w:style>
  <w:style w:type="paragraph" w:customStyle="1" w:styleId="FF8174DBEDA64A7BBF4183335A143F6C">
    <w:name w:val="FF8174DBEDA64A7BBF4183335A143F6C"/>
  </w:style>
  <w:style w:type="paragraph" w:customStyle="1" w:styleId="180BBCC6F9FC44519A31D90CF4F32271">
    <w:name w:val="180BBCC6F9FC44519A31D90CF4F32271"/>
  </w:style>
  <w:style w:type="paragraph" w:customStyle="1" w:styleId="95672E29D887424FBC0455773E015E29">
    <w:name w:val="95672E29D887424FBC0455773E015E29"/>
  </w:style>
  <w:style w:type="paragraph" w:customStyle="1" w:styleId="1CAFDC37088943B6BD9465C608CF7EF0">
    <w:name w:val="1CAFDC37088943B6BD9465C608CF7EF0"/>
  </w:style>
  <w:style w:type="paragraph" w:customStyle="1" w:styleId="4672EB6F3D7C4A419EDE3159764F8713">
    <w:name w:val="4672EB6F3D7C4A419EDE3159764F8713"/>
  </w:style>
  <w:style w:type="paragraph" w:customStyle="1" w:styleId="441D549BEE2A4A49A3DF2382EECC8335">
    <w:name w:val="441D549BEE2A4A49A3DF2382EECC8335"/>
  </w:style>
  <w:style w:type="paragraph" w:customStyle="1" w:styleId="D89AF09AAE264F8C957400297ED271FD">
    <w:name w:val="D89AF09AAE264F8C957400297ED271FD"/>
  </w:style>
  <w:style w:type="paragraph" w:customStyle="1" w:styleId="CB12AC6737354013B9639A042570738D">
    <w:name w:val="CB12AC6737354013B9639A042570738D"/>
  </w:style>
  <w:style w:type="paragraph" w:customStyle="1" w:styleId="A91B7104D95C4AC9B7FB9771DF814BAC">
    <w:name w:val="A91B7104D95C4AC9B7FB9771DF814BAC"/>
  </w:style>
  <w:style w:type="paragraph" w:customStyle="1" w:styleId="76D2B674B3104AE9AE83F7D37DB4CE46">
    <w:name w:val="76D2B674B3104AE9AE83F7D37DB4CE46"/>
  </w:style>
  <w:style w:type="paragraph" w:customStyle="1" w:styleId="2460EADB057446C3A0EF0FE8C275C89A">
    <w:name w:val="2460EADB057446C3A0EF0FE8C275C89A"/>
  </w:style>
  <w:style w:type="paragraph" w:customStyle="1" w:styleId="9E1EAEE2AC56410A9C60BA363535BCAE">
    <w:name w:val="9E1EAEE2AC56410A9C60BA363535BCAE"/>
  </w:style>
  <w:style w:type="paragraph" w:customStyle="1" w:styleId="9A9547A8B9334E5A8CA004812B12A22D">
    <w:name w:val="9A9547A8B9334E5A8CA004812B12A22D"/>
  </w:style>
  <w:style w:type="paragraph" w:customStyle="1" w:styleId="73AED25D635946C4B17876BAE09DC927">
    <w:name w:val="73AED25D635946C4B17876BAE09DC927"/>
  </w:style>
  <w:style w:type="paragraph" w:customStyle="1" w:styleId="039E1763B5824FDBB97E369D4BEBF0DA">
    <w:name w:val="039E1763B5824FDBB97E369D4BEBF0DA"/>
  </w:style>
  <w:style w:type="paragraph" w:customStyle="1" w:styleId="7A29B25A22B24BF79DB8F1BEEC447618">
    <w:name w:val="7A29B25A22B24BF79DB8F1BEEC447618"/>
  </w:style>
  <w:style w:type="paragraph" w:customStyle="1" w:styleId="9C2D0E6386AF4301B23AE8D9A6264737">
    <w:name w:val="9C2D0E6386AF4301B23AE8D9A6264737"/>
  </w:style>
  <w:style w:type="paragraph" w:customStyle="1" w:styleId="422C295FD56B4A72AEDBBB6CB6D628E7">
    <w:name w:val="422C295FD56B4A72AEDBBB6CB6D628E7"/>
  </w:style>
  <w:style w:type="paragraph" w:customStyle="1" w:styleId="A3AB61F8B495466DADEE2ED5E0746CA4">
    <w:name w:val="A3AB61F8B495466DADEE2ED5E0746CA4"/>
  </w:style>
  <w:style w:type="paragraph" w:customStyle="1" w:styleId="926BAB7360FD43A8B384E180312C12FB">
    <w:name w:val="926BAB7360FD43A8B384E180312C12FB"/>
  </w:style>
  <w:style w:type="paragraph" w:customStyle="1" w:styleId="8FAFAC03B60A4797BAF9CE1B2841E771">
    <w:name w:val="8FAFAC03B60A4797BAF9CE1B2841E771"/>
  </w:style>
  <w:style w:type="paragraph" w:customStyle="1" w:styleId="DDB3C9FA21C94D049516D0599456EFE5">
    <w:name w:val="DDB3C9FA21C94D049516D0599456EFE5"/>
  </w:style>
  <w:style w:type="paragraph" w:customStyle="1" w:styleId="57241E61ADE74CAABD6900E2D21940DF">
    <w:name w:val="57241E61ADE74CAABD6900E2D21940DF"/>
  </w:style>
  <w:style w:type="paragraph" w:customStyle="1" w:styleId="450CC0C2485843AC8382F4C59A7C3B2A">
    <w:name w:val="450CC0C2485843AC8382F4C59A7C3B2A"/>
  </w:style>
  <w:style w:type="paragraph" w:customStyle="1" w:styleId="11560212B60A44FC8E7FE914AF0A7D16">
    <w:name w:val="11560212B60A44FC8E7FE914AF0A7D16"/>
  </w:style>
  <w:style w:type="paragraph" w:customStyle="1" w:styleId="A79EC67D34DD4A6892AC1CB617F2E3A1">
    <w:name w:val="A79EC67D34DD4A6892AC1CB617F2E3A1"/>
  </w:style>
  <w:style w:type="paragraph" w:customStyle="1" w:styleId="21A77D83F1AE42A4BD1EF768EACFE170">
    <w:name w:val="21A77D83F1AE42A4BD1EF768EACFE170"/>
  </w:style>
  <w:style w:type="paragraph" w:customStyle="1" w:styleId="C83D6E39C0664F07A015F89B27F9D869">
    <w:name w:val="C83D6E39C0664F07A015F89B27F9D869"/>
  </w:style>
  <w:style w:type="paragraph" w:customStyle="1" w:styleId="83D736EE3C374A1A84240474289CADF4">
    <w:name w:val="83D736EE3C374A1A84240474289CADF4"/>
  </w:style>
  <w:style w:type="paragraph" w:customStyle="1" w:styleId="414ADA5A244C46A595344C3F0C0F3AED">
    <w:name w:val="414ADA5A244C46A595344C3F0C0F3AED"/>
  </w:style>
  <w:style w:type="paragraph" w:customStyle="1" w:styleId="B1D9FEC07A9C43BFBF6ED86A13D39A6D">
    <w:name w:val="B1D9FEC07A9C43BFBF6ED86A13D39A6D"/>
  </w:style>
  <w:style w:type="paragraph" w:customStyle="1" w:styleId="B0167AFF35CF413CA65E647B0B09D2A0">
    <w:name w:val="B0167AFF35CF413CA65E647B0B09D2A0"/>
  </w:style>
  <w:style w:type="paragraph" w:customStyle="1" w:styleId="42589B936D324FBCAEA48163421DF4EE">
    <w:name w:val="42589B936D324FBCAEA48163421DF4EE"/>
  </w:style>
  <w:style w:type="paragraph" w:customStyle="1" w:styleId="35ADF1AC9EB24D8BA169C8DF7CFA749D">
    <w:name w:val="35ADF1AC9EB24D8BA169C8DF7CFA749D"/>
  </w:style>
  <w:style w:type="paragraph" w:customStyle="1" w:styleId="F776935267504AB2BF0CB0B5DD14E1DE">
    <w:name w:val="F776935267504AB2BF0CB0B5DD14E1DE"/>
  </w:style>
  <w:style w:type="paragraph" w:customStyle="1" w:styleId="5136E766BFCC4B0D826A72F8B115DE97">
    <w:name w:val="5136E766BFCC4B0D826A72F8B115DE97"/>
  </w:style>
  <w:style w:type="paragraph" w:customStyle="1" w:styleId="289854EE9A35431E9EEBA6DE5A9BFE46">
    <w:name w:val="289854EE9A35431E9EEBA6DE5A9BFE46"/>
  </w:style>
  <w:style w:type="paragraph" w:customStyle="1" w:styleId="5FFABF8ECD074D258CF707F57F071311">
    <w:name w:val="5FFABF8ECD074D258CF707F57F071311"/>
  </w:style>
  <w:style w:type="paragraph" w:customStyle="1" w:styleId="E3209C8CD0D44036A50F4460D3BADDC8">
    <w:name w:val="E3209C8CD0D44036A50F4460D3BADDC8"/>
  </w:style>
  <w:style w:type="paragraph" w:customStyle="1" w:styleId="25F4B15D26D445BE978DF22CEA0B3558">
    <w:name w:val="25F4B15D26D445BE978DF22CEA0B3558"/>
  </w:style>
  <w:style w:type="paragraph" w:customStyle="1" w:styleId="2E2108CDCC9A4B5180A16E80A207B933">
    <w:name w:val="2E2108CDCC9A4B5180A16E80A207B933"/>
  </w:style>
  <w:style w:type="paragraph" w:customStyle="1" w:styleId="D8DD31A7AC3C453D9045E53D3474B5AF">
    <w:name w:val="D8DD31A7AC3C453D9045E53D3474B5AF"/>
  </w:style>
  <w:style w:type="paragraph" w:customStyle="1" w:styleId="7D845243280F42B29919865E11763AAC">
    <w:name w:val="7D845243280F42B29919865E11763AAC"/>
  </w:style>
  <w:style w:type="paragraph" w:customStyle="1" w:styleId="FE408FEBDF77453F82D8270F5DE3E8B8">
    <w:name w:val="FE408FEBDF77453F82D8270F5DE3E8B8"/>
  </w:style>
  <w:style w:type="paragraph" w:customStyle="1" w:styleId="EDAC509BACB4491F85FB2C5B8A74477A">
    <w:name w:val="EDAC509BACB4491F85FB2C5B8A74477A"/>
  </w:style>
  <w:style w:type="paragraph" w:customStyle="1" w:styleId="D6897F1F08CE45029436504C34D448CB">
    <w:name w:val="D6897F1F08CE45029436504C34D448CB"/>
  </w:style>
  <w:style w:type="paragraph" w:customStyle="1" w:styleId="8779386013204CF69A61B89C8F92AE7B">
    <w:name w:val="8779386013204CF69A61B89C8F92AE7B"/>
  </w:style>
  <w:style w:type="paragraph" w:customStyle="1" w:styleId="64A4FAB89D43464DAC5529722435A64D">
    <w:name w:val="64A4FAB89D43464DAC5529722435A64D"/>
  </w:style>
  <w:style w:type="paragraph" w:customStyle="1" w:styleId="38B2D791FB1042239048C0941AC8ADB0">
    <w:name w:val="38B2D791FB1042239048C0941AC8ADB0"/>
  </w:style>
  <w:style w:type="paragraph" w:customStyle="1" w:styleId="C14637FD68004C9B8594A9A2E59D1BA6">
    <w:name w:val="C14637FD68004C9B8594A9A2E59D1BA6"/>
  </w:style>
  <w:style w:type="paragraph" w:customStyle="1" w:styleId="03C9723114954F648A7C2DEAA5DB0DC8">
    <w:name w:val="03C9723114954F648A7C2DEAA5DB0DC8"/>
  </w:style>
  <w:style w:type="paragraph" w:customStyle="1" w:styleId="6320DB15AB4044BBB8743A4039AC74DD">
    <w:name w:val="6320DB15AB4044BBB8743A4039AC74DD"/>
  </w:style>
  <w:style w:type="paragraph" w:customStyle="1" w:styleId="F59D175466AD43839F1A5623D6876FEB">
    <w:name w:val="F59D175466AD43839F1A5623D6876FEB"/>
  </w:style>
  <w:style w:type="paragraph" w:customStyle="1" w:styleId="92B4B84EEE13417DA1F1822F6178C9F9">
    <w:name w:val="92B4B84EEE13417DA1F1822F6178C9F9"/>
  </w:style>
  <w:style w:type="paragraph" w:customStyle="1" w:styleId="EF05FC795B7147ADA98898028BDF6594">
    <w:name w:val="EF05FC795B7147ADA98898028BDF6594"/>
  </w:style>
  <w:style w:type="paragraph" w:customStyle="1" w:styleId="93EBCEDEA870488FBB6F7C4D6748C04E">
    <w:name w:val="93EBCEDEA870488FBB6F7C4D6748C04E"/>
  </w:style>
  <w:style w:type="paragraph" w:customStyle="1" w:styleId="60FF158F970744EF8B26407A37D8CB05">
    <w:name w:val="60FF158F970744EF8B26407A37D8CB05"/>
  </w:style>
  <w:style w:type="paragraph" w:customStyle="1" w:styleId="FFF8CD73E8E341548A45920B38EBB4C2">
    <w:name w:val="FFF8CD73E8E341548A45920B38EBB4C2"/>
  </w:style>
  <w:style w:type="paragraph" w:customStyle="1" w:styleId="5395DAD2A13949AA887755B953254450">
    <w:name w:val="5395DAD2A13949AA887755B953254450"/>
  </w:style>
  <w:style w:type="paragraph" w:customStyle="1" w:styleId="7FC5365E2B8346AAA8975534C1A50E65">
    <w:name w:val="7FC5365E2B8346AAA8975534C1A50E65"/>
  </w:style>
  <w:style w:type="paragraph" w:customStyle="1" w:styleId="170600618D25470A992A890BFA1F5996">
    <w:name w:val="170600618D25470A992A890BFA1F5996"/>
  </w:style>
  <w:style w:type="paragraph" w:customStyle="1" w:styleId="F65DEE3FCC1B48AA874FEAEF5DAB7567">
    <w:name w:val="F65DEE3FCC1B48AA874FEAEF5DAB7567"/>
  </w:style>
  <w:style w:type="paragraph" w:customStyle="1" w:styleId="A53233F60B164335AF9B6D9C5D8F274A">
    <w:name w:val="A53233F60B164335AF9B6D9C5D8F274A"/>
  </w:style>
  <w:style w:type="paragraph" w:customStyle="1" w:styleId="DAE5058B2DDD4497958886064D7D7BBF">
    <w:name w:val="DAE5058B2DDD4497958886064D7D7BBF"/>
    <w:rsid w:val="00B30447"/>
  </w:style>
  <w:style w:type="paragraph" w:customStyle="1" w:styleId="E2BCD86A88904D73971C8365F5B40362">
    <w:name w:val="E2BCD86A88904D73971C8365F5B40362"/>
    <w:rsid w:val="00B30447"/>
  </w:style>
  <w:style w:type="paragraph" w:customStyle="1" w:styleId="F9598B39B3354FA4808615F8D1F91486">
    <w:name w:val="F9598B39B3354FA4808615F8D1F91486"/>
    <w:rsid w:val="00B30447"/>
  </w:style>
  <w:style w:type="paragraph" w:customStyle="1" w:styleId="B4010E91ECF64A64B1228A136C989E06">
    <w:name w:val="B4010E91ECF64A64B1228A136C989E06"/>
    <w:rsid w:val="00B30447"/>
  </w:style>
  <w:style w:type="paragraph" w:customStyle="1" w:styleId="362CDCCD83834867A076393EFF31AD2F">
    <w:name w:val="362CDCCD83834867A076393EFF31AD2F"/>
    <w:rsid w:val="00B30447"/>
  </w:style>
  <w:style w:type="paragraph" w:customStyle="1" w:styleId="01C214B991E64946A3C6BF6F58946BDA">
    <w:name w:val="01C214B991E64946A3C6BF6F58946BDA"/>
    <w:rsid w:val="00B30447"/>
  </w:style>
  <w:style w:type="paragraph" w:customStyle="1" w:styleId="DB8778E5FC0A49EF92338BD79F51E0E5">
    <w:name w:val="DB8778E5FC0A49EF92338BD79F51E0E5"/>
    <w:rsid w:val="00B30447"/>
  </w:style>
  <w:style w:type="paragraph" w:customStyle="1" w:styleId="DC4DE320E258408196D570A820028873">
    <w:name w:val="DC4DE320E258408196D570A820028873"/>
    <w:rsid w:val="00B30447"/>
  </w:style>
  <w:style w:type="paragraph" w:customStyle="1" w:styleId="D035AFF4756C4DA4B66D4941D167372C">
    <w:name w:val="D035AFF4756C4DA4B66D4941D167372C"/>
    <w:rsid w:val="00B30447"/>
  </w:style>
  <w:style w:type="paragraph" w:customStyle="1" w:styleId="4A49C5FD43004D95B5CD9AACECEA3CBF">
    <w:name w:val="4A49C5FD43004D95B5CD9AACECEA3CBF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127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Biško Bohumil (PKN-ICT)</cp:lastModifiedBy>
  <cp:revision>15</cp:revision>
  <cp:lastPrinted>2019-08-19T06:19:00Z</cp:lastPrinted>
  <dcterms:created xsi:type="dcterms:W3CDTF">2019-08-19T06:34:00Z</dcterms:created>
  <dcterms:modified xsi:type="dcterms:W3CDTF">2019-09-09T05:22:00Z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